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5409F" w14:textId="33AD4904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E771C6">
        <w:rPr>
          <w:b w:val="0"/>
          <w:color w:val="auto"/>
          <w:sz w:val="18"/>
          <w:szCs w:val="18"/>
        </w:rPr>
        <w:t>5</w:t>
      </w:r>
      <w:r w:rsidR="00F2291F" w:rsidRPr="00FC0FDA">
        <w:rPr>
          <w:b w:val="0"/>
          <w:color w:val="auto"/>
          <w:sz w:val="18"/>
          <w:szCs w:val="18"/>
        </w:rPr>
        <w:t xml:space="preserve"> </w:t>
      </w:r>
      <w:r w:rsidR="005F6779">
        <w:rPr>
          <w:b w:val="0"/>
          <w:color w:val="auto"/>
          <w:sz w:val="18"/>
          <w:szCs w:val="18"/>
        </w:rPr>
        <w:t xml:space="preserve">Výzvy k podání nabídky </w:t>
      </w:r>
    </w:p>
    <w:p w14:paraId="6B3D007B" w14:textId="4054B838" w:rsidR="00FC0FDA" w:rsidRPr="005C7B1A" w:rsidRDefault="00C445C0" w:rsidP="00FC0FDA">
      <w:pPr>
        <w:pStyle w:val="Nadpis1"/>
      </w:pPr>
      <w:r>
        <w:t>Dílčí nabídkové ceny</w:t>
      </w:r>
    </w:p>
    <w:p w14:paraId="1E485E08" w14:textId="1EDAB08D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46B3DA34" w14:textId="2381DA87" w:rsidR="00C445C0" w:rsidRPr="00C445C0" w:rsidRDefault="00C445C0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spacing w:val="-6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985"/>
        <w:gridCol w:w="2551"/>
      </w:tblGrid>
      <w:tr w:rsidR="002D02AB" w:rsidRPr="002D02AB" w14:paraId="0DD688C4" w14:textId="77777777" w:rsidTr="006B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02A121" w14:textId="392052C9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Údržb</w:t>
            </w:r>
            <w:r w:rsidR="003C3747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ová činnost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EC22D7" w14:textId="77777777" w:rsidR="002D02AB" w:rsidRPr="002D02AB" w:rsidRDefault="002D02AB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za 1 MD</w:t>
            </w: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016041" w14:textId="0BC6771F" w:rsidR="002D02AB" w:rsidRPr="002D02AB" w:rsidRDefault="002D02AB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za </w:t>
            </w:r>
            <w:r w:rsidR="003C3747">
              <w:rPr>
                <w:rFonts w:asciiTheme="minorHAnsi" w:eastAsiaTheme="minorHAnsi" w:hAnsiTheme="minorHAnsi" w:cstheme="minorBidi"/>
                <w:sz w:val="14"/>
                <w:szCs w:val="14"/>
              </w:rPr>
              <w:t>200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MD</w:t>
            </w:r>
          </w:p>
        </w:tc>
      </w:tr>
      <w:tr w:rsidR="002D02AB" w:rsidRPr="002D02AB" w14:paraId="3A1DD6B7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A4970EF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985" w:type="dxa"/>
          </w:tcPr>
          <w:p w14:paraId="6E7E87B1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07288FB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2C7DF70C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25C2FAA8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985" w:type="dxa"/>
          </w:tcPr>
          <w:p w14:paraId="4416C02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37D61F5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196192ED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77B4D0A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985" w:type="dxa"/>
          </w:tcPr>
          <w:p w14:paraId="504775F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60864067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</w:tbl>
    <w:p w14:paraId="72AFDB09" w14:textId="44817249" w:rsidR="00C445C0" w:rsidRDefault="00C445C0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1701"/>
      </w:tblGrid>
      <w:tr w:rsidR="007C1877" w:rsidRPr="002D02AB" w14:paraId="14F42CDE" w14:textId="77777777" w:rsidTr="007C18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696C8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Paušální podpora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76C1EB7" w14:textId="3F238B3E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Cena za 1 měsíc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E132F87" w14:textId="5D6B4613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za 3 měsíce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2B6" w14:textId="03881DD1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Cena 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</w:p>
          <w:p w14:paraId="662783B2" w14:textId="77777777" w:rsidR="007C1877" w:rsidRPr="002D02AB" w:rsidRDefault="007C1877" w:rsidP="007C1877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7C1877" w:rsidRPr="002D02AB" w14:paraId="4AF18266" w14:textId="77777777" w:rsidTr="007C18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669F505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bez DPH</w:t>
            </w:r>
          </w:p>
        </w:tc>
        <w:tc>
          <w:tcPr>
            <w:tcW w:w="1417" w:type="dxa"/>
          </w:tcPr>
          <w:p w14:paraId="703B5D14" w14:textId="577F177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59E9BFBE" w14:textId="09E34E31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776DD0D5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0F185554" w14:textId="77777777" w:rsidTr="007C18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E24692F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1417" w:type="dxa"/>
          </w:tcPr>
          <w:p w14:paraId="22D72EE5" w14:textId="41B3CD14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45E3F9A7" w14:textId="306EB9B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55ED63BE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11213EA8" w14:textId="77777777" w:rsidTr="007C187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4" w:space="0" w:color="auto"/>
            </w:tcBorders>
          </w:tcPr>
          <w:p w14:paraId="338E412C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B001C9" w14:textId="29CF4F7C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66FDA9" w14:textId="342ECE60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1E43F0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35B2F229" w14:textId="2D00DEEB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536"/>
      </w:tblGrid>
      <w:tr w:rsidR="002D02AB" w:rsidRPr="002D02AB" w14:paraId="3C7D78E3" w14:textId="77777777" w:rsidTr="006B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7F654992" w:rsidR="002D02AB" w:rsidRPr="002D02AB" w:rsidRDefault="002D02AB" w:rsidP="002D02AB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 w:rsidR="003C3747">
              <w:rPr>
                <w:rFonts w:asciiTheme="minorHAnsi" w:eastAsiaTheme="minorHAnsi" w:hAnsiTheme="minorHAnsi" w:cstheme="minorBidi"/>
                <w:sz w:val="14"/>
                <w:szCs w:val="18"/>
              </w:rPr>
              <w:t>20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MD údržby +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paušální podpory</w:t>
            </w:r>
          </w:p>
        </w:tc>
      </w:tr>
      <w:tr w:rsidR="002D02AB" w:rsidRPr="002D02AB" w14:paraId="6F8C18BD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422F7D89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3BC138D5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1574B6EA" w14:textId="77777777" w:rsidR="002D02AB" w:rsidRPr="00C445C0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D02AB" w:rsidRPr="00C445C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4E308" w14:textId="77777777" w:rsidR="00904FB3" w:rsidRDefault="00904FB3" w:rsidP="00962258">
      <w:r>
        <w:separator/>
      </w:r>
    </w:p>
  </w:endnote>
  <w:endnote w:type="continuationSeparator" w:id="0">
    <w:p w14:paraId="2A05D752" w14:textId="77777777" w:rsidR="00904FB3" w:rsidRDefault="00904FB3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00A112E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8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18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0BB36" w14:textId="77777777" w:rsidR="00904FB3" w:rsidRDefault="00904FB3" w:rsidP="00962258">
      <w:r>
        <w:separator/>
      </w:r>
    </w:p>
  </w:footnote>
  <w:footnote w:type="continuationSeparator" w:id="0">
    <w:p w14:paraId="03366635" w14:textId="77777777" w:rsidR="00904FB3" w:rsidRDefault="00904FB3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801755">
    <w:abstractNumId w:val="3"/>
  </w:num>
  <w:num w:numId="2" w16cid:durableId="828446887">
    <w:abstractNumId w:val="1"/>
  </w:num>
  <w:num w:numId="3" w16cid:durableId="15514999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616956">
    <w:abstractNumId w:val="9"/>
  </w:num>
  <w:num w:numId="5" w16cid:durableId="1732533102">
    <w:abstractNumId w:val="5"/>
  </w:num>
  <w:num w:numId="6" w16cid:durableId="1404766008">
    <w:abstractNumId w:val="6"/>
  </w:num>
  <w:num w:numId="7" w16cid:durableId="535191866">
    <w:abstractNumId w:val="0"/>
  </w:num>
  <w:num w:numId="8" w16cid:durableId="156306299">
    <w:abstractNumId w:val="7"/>
  </w:num>
  <w:num w:numId="9" w16cid:durableId="2841175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486354">
    <w:abstractNumId w:val="6"/>
  </w:num>
  <w:num w:numId="11" w16cid:durableId="1901744410">
    <w:abstractNumId w:val="1"/>
  </w:num>
  <w:num w:numId="12" w16cid:durableId="1753893341">
    <w:abstractNumId w:val="6"/>
  </w:num>
  <w:num w:numId="13" w16cid:durableId="268125290">
    <w:abstractNumId w:val="6"/>
  </w:num>
  <w:num w:numId="14" w16cid:durableId="33891818">
    <w:abstractNumId w:val="6"/>
  </w:num>
  <w:num w:numId="15" w16cid:durableId="405692744">
    <w:abstractNumId w:val="6"/>
  </w:num>
  <w:num w:numId="16" w16cid:durableId="98723613">
    <w:abstractNumId w:val="10"/>
  </w:num>
  <w:num w:numId="17" w16cid:durableId="920717552">
    <w:abstractNumId w:val="3"/>
  </w:num>
  <w:num w:numId="18" w16cid:durableId="634482717">
    <w:abstractNumId w:val="10"/>
  </w:num>
  <w:num w:numId="19" w16cid:durableId="130640783">
    <w:abstractNumId w:val="10"/>
  </w:num>
  <w:num w:numId="20" w16cid:durableId="401830578">
    <w:abstractNumId w:val="10"/>
  </w:num>
  <w:num w:numId="21" w16cid:durableId="864900513">
    <w:abstractNumId w:val="10"/>
  </w:num>
  <w:num w:numId="22" w16cid:durableId="1768234997">
    <w:abstractNumId w:val="6"/>
  </w:num>
  <w:num w:numId="23" w16cid:durableId="320694615">
    <w:abstractNumId w:val="1"/>
  </w:num>
  <w:num w:numId="24" w16cid:durableId="2125226498">
    <w:abstractNumId w:val="6"/>
  </w:num>
  <w:num w:numId="25" w16cid:durableId="2097163057">
    <w:abstractNumId w:val="6"/>
  </w:num>
  <w:num w:numId="26" w16cid:durableId="2135978766">
    <w:abstractNumId w:val="6"/>
  </w:num>
  <w:num w:numId="27" w16cid:durableId="75828914">
    <w:abstractNumId w:val="6"/>
  </w:num>
  <w:num w:numId="28" w16cid:durableId="834683491">
    <w:abstractNumId w:val="10"/>
  </w:num>
  <w:num w:numId="29" w16cid:durableId="1301574339">
    <w:abstractNumId w:val="3"/>
  </w:num>
  <w:num w:numId="30" w16cid:durableId="545989135">
    <w:abstractNumId w:val="10"/>
  </w:num>
  <w:num w:numId="31" w16cid:durableId="738133832">
    <w:abstractNumId w:val="10"/>
  </w:num>
  <w:num w:numId="32" w16cid:durableId="2078360296">
    <w:abstractNumId w:val="10"/>
  </w:num>
  <w:num w:numId="33" w16cid:durableId="324942174">
    <w:abstractNumId w:val="10"/>
  </w:num>
  <w:num w:numId="34" w16cid:durableId="794953747">
    <w:abstractNumId w:val="2"/>
  </w:num>
  <w:num w:numId="35" w16cid:durableId="1555311238">
    <w:abstractNumId w:val="12"/>
  </w:num>
  <w:num w:numId="36" w16cid:durableId="2079477277">
    <w:abstractNumId w:val="11"/>
  </w:num>
  <w:num w:numId="37" w16cid:durableId="4279662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2AB"/>
    <w:rsid w:val="002D08B1"/>
    <w:rsid w:val="002E0CD7"/>
    <w:rsid w:val="00341DCF"/>
    <w:rsid w:val="00357BC6"/>
    <w:rsid w:val="003956C6"/>
    <w:rsid w:val="003C3747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5F677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1877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A16671"/>
    <w:rsid w:val="00A33F7C"/>
    <w:rsid w:val="00A6177B"/>
    <w:rsid w:val="00A66136"/>
    <w:rsid w:val="00AA4CBB"/>
    <w:rsid w:val="00AA592F"/>
    <w:rsid w:val="00AA65FA"/>
    <w:rsid w:val="00AA7351"/>
    <w:rsid w:val="00AD056F"/>
    <w:rsid w:val="00AD6731"/>
    <w:rsid w:val="00AE00B9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5C0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0364"/>
    <w:rsid w:val="00E771C6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50FE3-88B8-439F-A178-8BEC56712D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2022-06-14T06:50:00Z</dcterms:created>
  <dcterms:modified xsi:type="dcterms:W3CDTF">2022-07-29T09:18:00Z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